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51706E55">
            <wp:simplePos x="0" y="0"/>
            <wp:positionH relativeFrom="column">
              <wp:posOffset>-730250</wp:posOffset>
            </wp:positionH>
            <wp:positionV relativeFrom="paragraph">
              <wp:posOffset>-633730</wp:posOffset>
            </wp:positionV>
            <wp:extent cx="7772400" cy="14859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72400" cy="1485900"/>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486D69">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B3091" w14:textId="77777777" w:rsidR="00486D69" w:rsidRDefault="00486D69" w:rsidP="0018351F">
      <w:r>
        <w:separator/>
      </w:r>
    </w:p>
    <w:p w14:paraId="1BE304F8" w14:textId="77777777" w:rsidR="00486D69" w:rsidRDefault="00486D69"/>
  </w:endnote>
  <w:endnote w:type="continuationSeparator" w:id="0">
    <w:p w14:paraId="5D8B07DB" w14:textId="77777777" w:rsidR="00486D69" w:rsidRDefault="00486D69" w:rsidP="0018351F">
      <w:r>
        <w:continuationSeparator/>
      </w:r>
    </w:p>
    <w:p w14:paraId="39B95378" w14:textId="77777777" w:rsidR="00486D69" w:rsidRDefault="00486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BEC36" w14:textId="77777777" w:rsidR="00486D69" w:rsidRDefault="00486D69" w:rsidP="0018351F">
      <w:r>
        <w:separator/>
      </w:r>
    </w:p>
    <w:p w14:paraId="4021ABA9" w14:textId="77777777" w:rsidR="00486D69" w:rsidRDefault="00486D69"/>
  </w:footnote>
  <w:footnote w:type="continuationSeparator" w:id="0">
    <w:p w14:paraId="6A06315C" w14:textId="77777777" w:rsidR="00486D69" w:rsidRDefault="00486D69" w:rsidP="0018351F">
      <w:r>
        <w:continuationSeparator/>
      </w:r>
    </w:p>
    <w:p w14:paraId="0AA08206" w14:textId="77777777" w:rsidR="00486D69" w:rsidRDefault="00486D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486D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77CB2"/>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84137"/>
    <w:rsid w:val="003A11B3"/>
    <w:rsid w:val="003C1E2D"/>
    <w:rsid w:val="003D72FA"/>
    <w:rsid w:val="003E1450"/>
    <w:rsid w:val="00486D69"/>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2059D"/>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A2EC8"/>
    <w:rsid w:val="00DC6BB5"/>
    <w:rsid w:val="00DC760A"/>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7370E-BBAF-FE47-AEC5-DF1963406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32</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6</cp:revision>
  <cp:lastPrinted>2019-08-08T18:45:00Z</cp:lastPrinted>
  <dcterms:created xsi:type="dcterms:W3CDTF">2019-08-08T17:52:00Z</dcterms:created>
  <dcterms:modified xsi:type="dcterms:W3CDTF">2019-09-23T23:54:00Z</dcterms:modified>
</cp:coreProperties>
</file>